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4286F" w14:textId="77777777" w:rsidR="00681F5F" w:rsidRDefault="00681F5F" w:rsidP="00721FF3">
      <w:pPr>
        <w:ind w:left="10206" w:right="-172"/>
        <w:rPr>
          <w:sz w:val="24"/>
        </w:rPr>
      </w:pPr>
    </w:p>
    <w:p w14:paraId="2CE86974" w14:textId="77777777" w:rsidR="00F21D99" w:rsidRDefault="00681F5F" w:rsidP="00681F5F">
      <w:pPr>
        <w:rPr>
          <w:color w:val="000000"/>
        </w:rPr>
      </w:pPr>
      <w:r w:rsidRPr="00600E73">
        <w:rPr>
          <w:color w:val="000000"/>
        </w:rPr>
        <w:object w:dxaOrig="5881" w:dyaOrig="6201" w14:anchorId="57EDBD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36935028" r:id="rId8"/>
        </w:object>
      </w:r>
      <w:r w:rsidR="00F21D99">
        <w:rPr>
          <w:color w:val="000000"/>
        </w:rPr>
        <w:t xml:space="preserve">                                              </w:t>
      </w:r>
    </w:p>
    <w:p w14:paraId="23631385" w14:textId="77777777" w:rsidR="00681F5F" w:rsidRPr="00600E73" w:rsidRDefault="00681F5F" w:rsidP="00681F5F">
      <w:pPr>
        <w:rPr>
          <w:b/>
          <w:color w:val="000000"/>
          <w:szCs w:val="28"/>
        </w:rPr>
      </w:pPr>
    </w:p>
    <w:p w14:paraId="2AF08E0A" w14:textId="71FD46F5" w:rsidR="00681F5F" w:rsidRPr="00600E73" w:rsidRDefault="00681F5F" w:rsidP="00681F5F">
      <w:pPr>
        <w:rPr>
          <w:b/>
          <w:color w:val="000000"/>
          <w:szCs w:val="28"/>
        </w:rPr>
      </w:pPr>
      <w:r w:rsidRPr="00600E73">
        <w:rPr>
          <w:b/>
          <w:color w:val="000000"/>
          <w:szCs w:val="28"/>
        </w:rPr>
        <w:t xml:space="preserve">ТЕРРИТОРИАЛЬНАЯ ИЗБИРАТЕЛЬНАЯ КОМИССИЯ № </w:t>
      </w:r>
      <w:r>
        <w:rPr>
          <w:b/>
          <w:color w:val="000000"/>
          <w:szCs w:val="28"/>
        </w:rPr>
        <w:t>4</w:t>
      </w:r>
      <w:r w:rsidR="00AD5D28">
        <w:rPr>
          <w:b/>
          <w:color w:val="000000"/>
          <w:szCs w:val="28"/>
        </w:rPr>
        <w:t>6</w:t>
      </w:r>
    </w:p>
    <w:p w14:paraId="6985DC5D" w14:textId="77777777" w:rsidR="00681F5F" w:rsidRPr="00600E73" w:rsidRDefault="00681F5F" w:rsidP="00681F5F">
      <w:pPr>
        <w:rPr>
          <w:b/>
          <w:color w:val="000000"/>
          <w:szCs w:val="28"/>
        </w:rPr>
      </w:pPr>
    </w:p>
    <w:p w14:paraId="4F63C79B" w14:textId="77777777" w:rsidR="00681F5F" w:rsidRPr="00600E73" w:rsidRDefault="00681F5F" w:rsidP="00681F5F">
      <w:pPr>
        <w:rPr>
          <w:b/>
          <w:color w:val="000000"/>
          <w:spacing w:val="60"/>
          <w:szCs w:val="28"/>
        </w:rPr>
      </w:pPr>
      <w:r w:rsidRPr="00600E73">
        <w:rPr>
          <w:b/>
          <w:color w:val="000000"/>
          <w:spacing w:val="60"/>
          <w:szCs w:val="28"/>
        </w:rPr>
        <w:t>РЕШЕНИЕ</w:t>
      </w:r>
    </w:p>
    <w:p w14:paraId="41ED6DC2" w14:textId="77777777" w:rsidR="00681F5F" w:rsidRPr="00600E73" w:rsidRDefault="00681F5F" w:rsidP="00681F5F">
      <w:pPr>
        <w:pStyle w:val="ac"/>
        <w:jc w:val="left"/>
        <w:rPr>
          <w:b/>
          <w:color w:val="000000"/>
          <w:spacing w:val="60"/>
          <w:szCs w:val="28"/>
        </w:rPr>
      </w:pPr>
    </w:p>
    <w:p w14:paraId="4C988D42" w14:textId="0FC7B666" w:rsidR="00681F5F" w:rsidRPr="007E4C03" w:rsidRDefault="00ED059B" w:rsidP="00681F5F">
      <w:pPr>
        <w:pStyle w:val="ac"/>
        <w:jc w:val="left"/>
        <w:rPr>
          <w:szCs w:val="28"/>
        </w:rPr>
      </w:pPr>
      <w:r w:rsidRPr="007F3A56">
        <w:rPr>
          <w:szCs w:val="28"/>
        </w:rPr>
        <w:t>31</w:t>
      </w:r>
      <w:r w:rsidR="00681F5F">
        <w:rPr>
          <w:szCs w:val="28"/>
        </w:rPr>
        <w:t>.</w:t>
      </w:r>
      <w:r w:rsidR="00716479">
        <w:rPr>
          <w:szCs w:val="28"/>
        </w:rPr>
        <w:t>01</w:t>
      </w:r>
      <w:r w:rsidR="00681F5F">
        <w:rPr>
          <w:szCs w:val="28"/>
        </w:rPr>
        <w:t>.202</w:t>
      </w:r>
      <w:r w:rsidRPr="007F3A56">
        <w:rPr>
          <w:szCs w:val="28"/>
        </w:rPr>
        <w:t>3</w:t>
      </w:r>
      <w:r w:rsidR="00681F5F" w:rsidRPr="00600E73">
        <w:rPr>
          <w:szCs w:val="28"/>
        </w:rPr>
        <w:t xml:space="preserve">г.                                                                 </w:t>
      </w:r>
      <w:r w:rsidR="00681F5F">
        <w:rPr>
          <w:szCs w:val="28"/>
        </w:rPr>
        <w:tab/>
      </w:r>
      <w:r w:rsidR="00681F5F">
        <w:rPr>
          <w:szCs w:val="28"/>
        </w:rPr>
        <w:tab/>
      </w:r>
      <w:r w:rsidR="00681F5F">
        <w:rPr>
          <w:szCs w:val="28"/>
        </w:rPr>
        <w:tab/>
      </w:r>
      <w:r w:rsidR="00681F5F">
        <w:rPr>
          <w:szCs w:val="28"/>
        </w:rPr>
        <w:tab/>
      </w:r>
      <w:r w:rsidR="00681F5F" w:rsidRPr="00600E73">
        <w:rPr>
          <w:szCs w:val="28"/>
        </w:rPr>
        <w:t xml:space="preserve">№ </w:t>
      </w:r>
      <w:r w:rsidR="006579E7">
        <w:rPr>
          <w:szCs w:val="28"/>
        </w:rPr>
        <w:t>4</w:t>
      </w:r>
      <w:r w:rsidRPr="00ED059B">
        <w:rPr>
          <w:szCs w:val="28"/>
        </w:rPr>
        <w:t>6</w:t>
      </w:r>
      <w:r w:rsidR="00681F5F">
        <w:rPr>
          <w:szCs w:val="28"/>
        </w:rPr>
        <w:t>-1</w:t>
      </w:r>
    </w:p>
    <w:p w14:paraId="136FF864" w14:textId="77777777" w:rsidR="00681F5F" w:rsidRPr="00AA7CF0" w:rsidRDefault="00681F5F" w:rsidP="00681F5F">
      <w:pPr>
        <w:rPr>
          <w:szCs w:val="28"/>
        </w:rPr>
      </w:pPr>
      <w:r w:rsidRPr="00AA7CF0">
        <w:rPr>
          <w:szCs w:val="28"/>
        </w:rPr>
        <w:t>Санкт-Петербург</w:t>
      </w:r>
    </w:p>
    <w:p w14:paraId="4998DEE2" w14:textId="77777777" w:rsidR="00681F5F" w:rsidRPr="00BE71AF" w:rsidRDefault="00681F5F" w:rsidP="00681F5F">
      <w:pPr>
        <w:pStyle w:val="aa"/>
        <w:rPr>
          <w:noProof/>
        </w:rPr>
      </w:pPr>
    </w:p>
    <w:p w14:paraId="08AB53AE" w14:textId="6190562C" w:rsidR="00681F5F" w:rsidRPr="00681F5F" w:rsidRDefault="00681F5F" w:rsidP="00681F5F">
      <w:pPr>
        <w:widowControl w:val="0"/>
        <w:spacing w:after="112" w:line="322" w:lineRule="exact"/>
        <w:rPr>
          <w:b/>
          <w:szCs w:val="28"/>
          <w:lang w:bidi="ru-RU"/>
        </w:rPr>
      </w:pPr>
      <w:bookmarkStart w:id="0" w:name="_Hlk87604627"/>
      <w:r>
        <w:rPr>
          <w:b/>
          <w:szCs w:val="28"/>
          <w:lang w:bidi="ru-RU"/>
        </w:rPr>
        <w:t xml:space="preserve">О Плане </w:t>
      </w:r>
      <w:r w:rsidRPr="00681F5F">
        <w:rPr>
          <w:b/>
          <w:szCs w:val="28"/>
          <w:lang w:bidi="ru-RU"/>
        </w:rPr>
        <w:t xml:space="preserve">работы Территориальной избирательной комиссии № </w:t>
      </w:r>
      <w:r>
        <w:rPr>
          <w:b/>
          <w:szCs w:val="28"/>
          <w:lang w:bidi="ru-RU"/>
        </w:rPr>
        <w:t>4</w:t>
      </w:r>
      <w:r w:rsidR="006579E7">
        <w:rPr>
          <w:b/>
          <w:szCs w:val="28"/>
          <w:lang w:bidi="ru-RU"/>
        </w:rPr>
        <w:t>6</w:t>
      </w:r>
    </w:p>
    <w:p w14:paraId="2FB5E9F1" w14:textId="39615647" w:rsidR="00681F5F" w:rsidRDefault="00681F5F" w:rsidP="00681F5F">
      <w:pPr>
        <w:widowControl w:val="0"/>
        <w:spacing w:after="112" w:line="322" w:lineRule="exact"/>
        <w:rPr>
          <w:b/>
          <w:szCs w:val="28"/>
          <w:lang w:bidi="ru-RU"/>
        </w:rPr>
      </w:pPr>
      <w:r w:rsidRPr="00681F5F">
        <w:rPr>
          <w:b/>
          <w:szCs w:val="28"/>
          <w:lang w:bidi="ru-RU"/>
        </w:rPr>
        <w:t>на 202</w:t>
      </w:r>
      <w:r w:rsidR="00ED059B" w:rsidRPr="00ED059B">
        <w:rPr>
          <w:b/>
          <w:szCs w:val="28"/>
          <w:lang w:bidi="ru-RU"/>
        </w:rPr>
        <w:t>3</w:t>
      </w:r>
      <w:r w:rsidRPr="00681F5F">
        <w:rPr>
          <w:b/>
          <w:szCs w:val="28"/>
          <w:lang w:bidi="ru-RU"/>
        </w:rPr>
        <w:t xml:space="preserve"> год</w:t>
      </w:r>
    </w:p>
    <w:bookmarkEnd w:id="0"/>
    <w:p w14:paraId="70DC9113" w14:textId="77777777" w:rsidR="00681F5F" w:rsidRPr="00796070" w:rsidRDefault="00681F5F" w:rsidP="00681F5F">
      <w:pPr>
        <w:widowControl w:val="0"/>
        <w:spacing w:after="112" w:line="322" w:lineRule="exact"/>
        <w:rPr>
          <w:b/>
          <w:szCs w:val="28"/>
          <w:lang w:bidi="ru-RU"/>
        </w:rPr>
      </w:pPr>
    </w:p>
    <w:p w14:paraId="58B66D87" w14:textId="6DABA80F" w:rsidR="00681F5F" w:rsidRDefault="00681F5F" w:rsidP="00681F5F">
      <w:pPr>
        <w:spacing w:after="120" w:line="360" w:lineRule="auto"/>
        <w:ind w:firstLine="709"/>
        <w:contextualSpacing/>
        <w:jc w:val="both"/>
      </w:pPr>
      <w:r>
        <w:t>На основании решения Санкт-Петербургской избирательной комиссии от 1</w:t>
      </w:r>
      <w:r w:rsidR="00ED059B" w:rsidRPr="00ED059B">
        <w:t>2</w:t>
      </w:r>
      <w:r w:rsidR="00AD5D28">
        <w:t xml:space="preserve"> </w:t>
      </w:r>
      <w:r>
        <w:t>января 202</w:t>
      </w:r>
      <w:r w:rsidR="00ED059B" w:rsidRPr="00ED059B">
        <w:t>3</w:t>
      </w:r>
      <w:r>
        <w:t xml:space="preserve"> года </w:t>
      </w:r>
      <w:r w:rsidR="00AD5D28">
        <w:t>№ 2</w:t>
      </w:r>
      <w:r w:rsidR="00ED059B" w:rsidRPr="00ED059B">
        <w:t>2</w:t>
      </w:r>
      <w:r w:rsidR="00AD5D28">
        <w:t>–</w:t>
      </w:r>
      <w:r w:rsidR="00ED059B" w:rsidRPr="00ED059B">
        <w:t>1</w:t>
      </w:r>
      <w:r>
        <w:t xml:space="preserve"> «О Плане работы Санкт-Петербургской избирательной комиссии на 202</w:t>
      </w:r>
      <w:r w:rsidR="00ED059B" w:rsidRPr="00ED059B">
        <w:t>3</w:t>
      </w:r>
      <w:r>
        <w:t xml:space="preserve"> год» Территориальная избирательная комиссия № 4</w:t>
      </w:r>
      <w:r w:rsidR="00AD5D28">
        <w:t>6</w:t>
      </w:r>
      <w:r>
        <w:t xml:space="preserve"> </w:t>
      </w:r>
      <w:r>
        <w:rPr>
          <w:b/>
        </w:rPr>
        <w:t>решила:</w:t>
      </w:r>
    </w:p>
    <w:p w14:paraId="6994B5F9" w14:textId="5EBF471B" w:rsidR="00681F5F" w:rsidRDefault="00681F5F" w:rsidP="00681F5F">
      <w:pPr>
        <w:spacing w:line="360" w:lineRule="auto"/>
        <w:ind w:firstLine="709"/>
        <w:contextualSpacing/>
        <w:jc w:val="both"/>
      </w:pPr>
      <w:r w:rsidRPr="008A55B0">
        <w:rPr>
          <w:szCs w:val="28"/>
        </w:rPr>
        <w:t>1.</w:t>
      </w:r>
      <w:r>
        <w:rPr>
          <w:szCs w:val="28"/>
        </w:rPr>
        <w:t> </w:t>
      </w:r>
      <w:r>
        <w:t xml:space="preserve">Утвердить План работы Территориальной избирательной комиссии </w:t>
      </w:r>
      <w:r w:rsidR="003C4EC9">
        <w:t xml:space="preserve">   </w:t>
      </w:r>
      <w:r>
        <w:t>№ 4</w:t>
      </w:r>
      <w:r w:rsidR="00AD5D28">
        <w:t>6</w:t>
      </w:r>
      <w:r>
        <w:t xml:space="preserve"> на 202</w:t>
      </w:r>
      <w:r w:rsidR="00ED059B" w:rsidRPr="00ED059B">
        <w:t>3</w:t>
      </w:r>
      <w:r>
        <w:t xml:space="preserve"> год согласно приложению к настоящему решению.</w:t>
      </w:r>
    </w:p>
    <w:p w14:paraId="0915FACF" w14:textId="38F71EDB" w:rsidR="00681F5F" w:rsidRDefault="00681F5F" w:rsidP="00681F5F">
      <w:pPr>
        <w:spacing w:line="360" w:lineRule="auto"/>
        <w:ind w:firstLine="709"/>
        <w:contextualSpacing/>
        <w:jc w:val="both"/>
      </w:pPr>
      <w:r>
        <w:t>2. Опубликовать настоящее решение на официальном сайте Территориальной избирательной комиссии № 4</w:t>
      </w:r>
      <w:r w:rsidR="00AD5D28">
        <w:t>6</w:t>
      </w:r>
      <w:r>
        <w:t xml:space="preserve"> в сети «Интернет».</w:t>
      </w:r>
    </w:p>
    <w:p w14:paraId="2B439983" w14:textId="0D0F5BF1" w:rsidR="00681F5F" w:rsidRDefault="00681F5F" w:rsidP="00681F5F">
      <w:pPr>
        <w:spacing w:line="360" w:lineRule="auto"/>
        <w:ind w:firstLine="709"/>
        <w:contextualSpacing/>
        <w:jc w:val="both"/>
      </w:pPr>
      <w:r>
        <w:t xml:space="preserve">3. Контроль за исполнением настоящего решения возложить на </w:t>
      </w:r>
      <w:r w:rsidR="007F3A56">
        <w:t>председателя</w:t>
      </w:r>
      <w:r>
        <w:t xml:space="preserve"> Территориальной избирательной комиссии № 4</w:t>
      </w:r>
      <w:r w:rsidR="00AD5D28">
        <w:t>6</w:t>
      </w:r>
      <w:r>
        <w:t xml:space="preserve"> </w:t>
      </w:r>
      <w:r w:rsidR="007F3A56">
        <w:t>Бобкова</w:t>
      </w:r>
      <w:r>
        <w:t xml:space="preserve"> </w:t>
      </w:r>
      <w:r w:rsidR="007F3A56">
        <w:t>Б</w:t>
      </w:r>
      <w:r>
        <w:t>.</w:t>
      </w:r>
      <w:r w:rsidR="007F3A56">
        <w:t>Ю</w:t>
      </w:r>
      <w:r>
        <w:t>.</w:t>
      </w:r>
    </w:p>
    <w:p w14:paraId="5B6506E9" w14:textId="3B44023F" w:rsidR="00681F5F" w:rsidRDefault="00681F5F" w:rsidP="00681F5F">
      <w:pPr>
        <w:pStyle w:val="ae"/>
        <w:spacing w:line="360" w:lineRule="auto"/>
        <w:ind w:firstLine="708"/>
        <w:jc w:val="both"/>
        <w:rPr>
          <w:sz w:val="24"/>
          <w:szCs w:val="24"/>
          <w:lang w:eastAsia="ru-RU"/>
        </w:rPr>
      </w:pPr>
    </w:p>
    <w:p w14:paraId="3B1701F4" w14:textId="77777777" w:rsidR="00AD5D28" w:rsidRPr="00D44847" w:rsidRDefault="00AD5D28" w:rsidP="00681F5F">
      <w:pPr>
        <w:pStyle w:val="ae"/>
        <w:spacing w:line="360" w:lineRule="auto"/>
        <w:ind w:firstLine="708"/>
        <w:jc w:val="both"/>
        <w:rPr>
          <w:sz w:val="24"/>
          <w:szCs w:val="24"/>
          <w:lang w:eastAsia="ru-RU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035"/>
        <w:gridCol w:w="2685"/>
        <w:gridCol w:w="2382"/>
      </w:tblGrid>
      <w:tr w:rsidR="00681F5F" w:rsidRPr="00045415" w14:paraId="12D865F6" w14:textId="77777777" w:rsidTr="00681F5F">
        <w:tc>
          <w:tcPr>
            <w:tcW w:w="4035" w:type="dxa"/>
          </w:tcPr>
          <w:p w14:paraId="4DC70E0F" w14:textId="4521F4D6" w:rsidR="00681F5F" w:rsidRPr="00045415" w:rsidRDefault="00681F5F" w:rsidP="00681F5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Cs w:val="28"/>
              </w:rPr>
            </w:pPr>
            <w:r w:rsidRPr="00045415">
              <w:rPr>
                <w:iCs/>
                <w:color w:val="000000"/>
                <w:szCs w:val="28"/>
              </w:rPr>
              <w:t>Председатель</w:t>
            </w:r>
            <w:r w:rsidR="00716479">
              <w:rPr>
                <w:iCs/>
                <w:color w:val="000000"/>
                <w:szCs w:val="28"/>
              </w:rPr>
              <w:t xml:space="preserve"> </w:t>
            </w:r>
            <w:r w:rsidRPr="00045415">
              <w:rPr>
                <w:iCs/>
                <w:color w:val="000000"/>
                <w:szCs w:val="28"/>
              </w:rPr>
              <w:t>Территориал</w:t>
            </w:r>
            <w:r>
              <w:rPr>
                <w:iCs/>
                <w:color w:val="000000"/>
                <w:szCs w:val="28"/>
              </w:rPr>
              <w:t>ьной избирательной комиссии № 4</w:t>
            </w:r>
            <w:r w:rsidR="00AD5D28">
              <w:rPr>
                <w:iCs/>
                <w:color w:val="000000"/>
                <w:szCs w:val="28"/>
              </w:rPr>
              <w:t>6</w:t>
            </w:r>
          </w:p>
          <w:p w14:paraId="68732120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23CAB400" w14:textId="0F961CA4" w:rsidR="00681F5F" w:rsidRPr="00045415" w:rsidRDefault="00681F5F" w:rsidP="00681F5F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Cs w:val="28"/>
              </w:rPr>
            </w:pPr>
            <w:r w:rsidRPr="00045415">
              <w:rPr>
                <w:iCs/>
                <w:color w:val="000000"/>
                <w:szCs w:val="28"/>
              </w:rPr>
              <w:t>Секретарь</w:t>
            </w:r>
            <w:r w:rsidR="00716479">
              <w:rPr>
                <w:iCs/>
                <w:color w:val="000000"/>
                <w:szCs w:val="28"/>
              </w:rPr>
              <w:t xml:space="preserve"> </w:t>
            </w:r>
            <w:r w:rsidRPr="00045415">
              <w:rPr>
                <w:iCs/>
                <w:color w:val="000000"/>
                <w:szCs w:val="28"/>
              </w:rPr>
              <w:t>Территориал</w:t>
            </w:r>
            <w:r>
              <w:rPr>
                <w:iCs/>
                <w:color w:val="000000"/>
                <w:szCs w:val="28"/>
              </w:rPr>
              <w:t>ьной избирательной комиссии № 4</w:t>
            </w:r>
            <w:r w:rsidR="00AD5D28">
              <w:rPr>
                <w:iCs/>
                <w:color w:val="000000"/>
                <w:szCs w:val="28"/>
              </w:rPr>
              <w:t>6</w:t>
            </w:r>
          </w:p>
        </w:tc>
        <w:tc>
          <w:tcPr>
            <w:tcW w:w="2685" w:type="dxa"/>
            <w:tcBorders>
              <w:left w:val="nil"/>
            </w:tcBorders>
          </w:tcPr>
          <w:p w14:paraId="326822A4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6005C1B9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</w:tc>
        <w:tc>
          <w:tcPr>
            <w:tcW w:w="2382" w:type="dxa"/>
          </w:tcPr>
          <w:p w14:paraId="57E5AF5F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2185AF33" w14:textId="4951F0B6" w:rsidR="00681F5F" w:rsidRPr="00045415" w:rsidRDefault="00AD5D28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  <w:r>
              <w:rPr>
                <w:iCs/>
                <w:color w:val="000000"/>
                <w:szCs w:val="28"/>
              </w:rPr>
              <w:t>Б</w:t>
            </w:r>
            <w:r w:rsidR="00681F5F" w:rsidRPr="00045415">
              <w:rPr>
                <w:iCs/>
                <w:color w:val="000000"/>
                <w:szCs w:val="28"/>
              </w:rPr>
              <w:t>.</w:t>
            </w:r>
            <w:r>
              <w:rPr>
                <w:iCs/>
                <w:color w:val="000000"/>
                <w:szCs w:val="28"/>
              </w:rPr>
              <w:t>Ю</w:t>
            </w:r>
            <w:r w:rsidR="00681F5F" w:rsidRPr="00045415">
              <w:rPr>
                <w:iCs/>
                <w:color w:val="000000"/>
                <w:szCs w:val="28"/>
              </w:rPr>
              <w:t>.</w:t>
            </w:r>
            <w:r>
              <w:rPr>
                <w:iCs/>
                <w:color w:val="000000"/>
                <w:szCs w:val="28"/>
              </w:rPr>
              <w:t xml:space="preserve"> Бобков</w:t>
            </w:r>
          </w:p>
          <w:p w14:paraId="209EE948" w14:textId="77777777" w:rsidR="00681F5F" w:rsidRPr="00045415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0B683A03" w14:textId="77777777" w:rsidR="00681F5F" w:rsidRDefault="00681F5F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</w:p>
          <w:p w14:paraId="38864A2D" w14:textId="11DF36BF" w:rsidR="00681F5F" w:rsidRPr="00045415" w:rsidRDefault="00AD5D28" w:rsidP="009E5098">
            <w:pPr>
              <w:autoSpaceDE w:val="0"/>
              <w:autoSpaceDN w:val="0"/>
              <w:adjustRightInd w:val="0"/>
              <w:rPr>
                <w:iCs/>
                <w:color w:val="000000"/>
                <w:szCs w:val="28"/>
              </w:rPr>
            </w:pPr>
            <w:r>
              <w:rPr>
                <w:iCs/>
                <w:color w:val="000000"/>
                <w:szCs w:val="28"/>
              </w:rPr>
              <w:t>Н.В</w:t>
            </w:r>
            <w:r w:rsidR="00681F5F">
              <w:rPr>
                <w:iCs/>
                <w:color w:val="000000"/>
                <w:szCs w:val="28"/>
              </w:rPr>
              <w:t xml:space="preserve">. </w:t>
            </w:r>
            <w:r>
              <w:rPr>
                <w:iCs/>
                <w:color w:val="000000"/>
                <w:szCs w:val="28"/>
              </w:rPr>
              <w:t>Павлов</w:t>
            </w:r>
            <w:r w:rsidR="00681F5F">
              <w:rPr>
                <w:iCs/>
                <w:color w:val="000000"/>
                <w:szCs w:val="28"/>
              </w:rPr>
              <w:t>а</w:t>
            </w:r>
          </w:p>
        </w:tc>
      </w:tr>
    </w:tbl>
    <w:p w14:paraId="12CC3808" w14:textId="77777777" w:rsidR="005024B4" w:rsidRPr="009F6254" w:rsidRDefault="005024B4" w:rsidP="00721FF3">
      <w:pPr>
        <w:ind w:left="10206" w:right="-172"/>
        <w:rPr>
          <w:sz w:val="24"/>
        </w:rPr>
      </w:pPr>
    </w:p>
    <w:sectPr w:rsidR="005024B4" w:rsidRPr="009F6254" w:rsidSect="00D73F8F">
      <w:headerReference w:type="default" r:id="rId9"/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2644F" w14:textId="77777777" w:rsidR="004E1729" w:rsidRDefault="004E1729" w:rsidP="00BA44A7">
      <w:r>
        <w:separator/>
      </w:r>
    </w:p>
  </w:endnote>
  <w:endnote w:type="continuationSeparator" w:id="0">
    <w:p w14:paraId="476C33F3" w14:textId="77777777" w:rsidR="004E1729" w:rsidRDefault="004E1729" w:rsidP="00BA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EFB0B" w14:textId="77777777" w:rsidR="004E1729" w:rsidRDefault="004E1729" w:rsidP="00BA44A7">
      <w:r>
        <w:separator/>
      </w:r>
    </w:p>
  </w:footnote>
  <w:footnote w:type="continuationSeparator" w:id="0">
    <w:p w14:paraId="60FFB8F8" w14:textId="77777777" w:rsidR="004E1729" w:rsidRDefault="004E1729" w:rsidP="00BA4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940535"/>
      <w:docPartObj>
        <w:docPartGallery w:val="Page Numbers (Top of Page)"/>
        <w:docPartUnique/>
      </w:docPartObj>
    </w:sdtPr>
    <w:sdtContent>
      <w:p w14:paraId="20D61DE9" w14:textId="0FEF4D0B" w:rsidR="00D73F8F" w:rsidRDefault="00D73F8F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458618" w14:textId="77777777" w:rsidR="005D3484" w:rsidRDefault="005D348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DCA32" w14:textId="77777777" w:rsidR="00F21D99" w:rsidRDefault="00F21D9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602E"/>
    <w:multiLevelType w:val="hybridMultilevel"/>
    <w:tmpl w:val="DF067632"/>
    <w:lvl w:ilvl="0" w:tplc="72746E88">
      <w:start w:val="1"/>
      <w:numFmt w:val="decimal"/>
      <w:lvlText w:val="%1."/>
      <w:lvlJc w:val="left"/>
      <w:pPr>
        <w:ind w:left="16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  <w:rPr>
        <w:rFonts w:cs="Times New Roman"/>
      </w:rPr>
    </w:lvl>
  </w:abstractNum>
  <w:abstractNum w:abstractNumId="1" w15:restartNumberingAfterBreak="0">
    <w:nsid w:val="40E13D36"/>
    <w:multiLevelType w:val="hybridMultilevel"/>
    <w:tmpl w:val="A5D43382"/>
    <w:lvl w:ilvl="0" w:tplc="F1B89FC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 w16cid:durableId="2093236913">
    <w:abstractNumId w:val="0"/>
  </w:num>
  <w:num w:numId="2" w16cid:durableId="746880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4C9"/>
    <w:rsid w:val="00031A73"/>
    <w:rsid w:val="000638B4"/>
    <w:rsid w:val="00074164"/>
    <w:rsid w:val="000A12F4"/>
    <w:rsid w:val="000B30C2"/>
    <w:rsid w:val="000C2B4D"/>
    <w:rsid w:val="000D3619"/>
    <w:rsid w:val="000E09EE"/>
    <w:rsid w:val="000E4FE7"/>
    <w:rsid w:val="000E5015"/>
    <w:rsid w:val="000F5EAD"/>
    <w:rsid w:val="00113EF6"/>
    <w:rsid w:val="00132A2C"/>
    <w:rsid w:val="00136299"/>
    <w:rsid w:val="001576DF"/>
    <w:rsid w:val="00170383"/>
    <w:rsid w:val="00175EC0"/>
    <w:rsid w:val="0019433B"/>
    <w:rsid w:val="001B364F"/>
    <w:rsid w:val="001C1888"/>
    <w:rsid w:val="001D327C"/>
    <w:rsid w:val="001D5FBA"/>
    <w:rsid w:val="001F4CED"/>
    <w:rsid w:val="001F7B3D"/>
    <w:rsid w:val="0021023C"/>
    <w:rsid w:val="0021373E"/>
    <w:rsid w:val="00220679"/>
    <w:rsid w:val="002479CF"/>
    <w:rsid w:val="00271AB1"/>
    <w:rsid w:val="0027734F"/>
    <w:rsid w:val="00280F06"/>
    <w:rsid w:val="00282986"/>
    <w:rsid w:val="00284634"/>
    <w:rsid w:val="002A0001"/>
    <w:rsid w:val="002A14EF"/>
    <w:rsid w:val="002B0B4B"/>
    <w:rsid w:val="002B419D"/>
    <w:rsid w:val="002D30C3"/>
    <w:rsid w:val="002D66F2"/>
    <w:rsid w:val="002F1C84"/>
    <w:rsid w:val="002F6E4C"/>
    <w:rsid w:val="00304B6D"/>
    <w:rsid w:val="00310634"/>
    <w:rsid w:val="003145D5"/>
    <w:rsid w:val="003200F6"/>
    <w:rsid w:val="00321F3E"/>
    <w:rsid w:val="003417C8"/>
    <w:rsid w:val="003500A3"/>
    <w:rsid w:val="00350E17"/>
    <w:rsid w:val="003555AD"/>
    <w:rsid w:val="00357E21"/>
    <w:rsid w:val="003739B0"/>
    <w:rsid w:val="00373F7C"/>
    <w:rsid w:val="00385EF0"/>
    <w:rsid w:val="0039270E"/>
    <w:rsid w:val="003C4EC9"/>
    <w:rsid w:val="003D227C"/>
    <w:rsid w:val="003D3D21"/>
    <w:rsid w:val="003D5FFD"/>
    <w:rsid w:val="003F4D14"/>
    <w:rsid w:val="00402B6A"/>
    <w:rsid w:val="004200BE"/>
    <w:rsid w:val="004240E5"/>
    <w:rsid w:val="00424DEC"/>
    <w:rsid w:val="004420F0"/>
    <w:rsid w:val="004449DB"/>
    <w:rsid w:val="00444DE0"/>
    <w:rsid w:val="00445A6E"/>
    <w:rsid w:val="00450252"/>
    <w:rsid w:val="004526F4"/>
    <w:rsid w:val="0049453E"/>
    <w:rsid w:val="004958AE"/>
    <w:rsid w:val="004A1763"/>
    <w:rsid w:val="004A6C52"/>
    <w:rsid w:val="004B0EEA"/>
    <w:rsid w:val="004C60D7"/>
    <w:rsid w:val="004D28C2"/>
    <w:rsid w:val="004E1729"/>
    <w:rsid w:val="004E7CCF"/>
    <w:rsid w:val="005023C9"/>
    <w:rsid w:val="005024B4"/>
    <w:rsid w:val="00511260"/>
    <w:rsid w:val="005153CE"/>
    <w:rsid w:val="00533D1E"/>
    <w:rsid w:val="00534525"/>
    <w:rsid w:val="00544FBE"/>
    <w:rsid w:val="00547A46"/>
    <w:rsid w:val="0056591F"/>
    <w:rsid w:val="00567CDB"/>
    <w:rsid w:val="00572CB9"/>
    <w:rsid w:val="00574D8F"/>
    <w:rsid w:val="00574F2A"/>
    <w:rsid w:val="00582B89"/>
    <w:rsid w:val="00583E81"/>
    <w:rsid w:val="00593A00"/>
    <w:rsid w:val="00597FC7"/>
    <w:rsid w:val="005A00FB"/>
    <w:rsid w:val="005B3A20"/>
    <w:rsid w:val="005C4AE2"/>
    <w:rsid w:val="005D3484"/>
    <w:rsid w:val="005E5C39"/>
    <w:rsid w:val="005F5AE8"/>
    <w:rsid w:val="00606033"/>
    <w:rsid w:val="00613059"/>
    <w:rsid w:val="00621D1C"/>
    <w:rsid w:val="006272CE"/>
    <w:rsid w:val="00633873"/>
    <w:rsid w:val="00637FEB"/>
    <w:rsid w:val="00643EF4"/>
    <w:rsid w:val="006579E7"/>
    <w:rsid w:val="00660764"/>
    <w:rsid w:val="00662B48"/>
    <w:rsid w:val="006641C3"/>
    <w:rsid w:val="006713FA"/>
    <w:rsid w:val="00681F5F"/>
    <w:rsid w:val="00697F49"/>
    <w:rsid w:val="006A776B"/>
    <w:rsid w:val="006D132A"/>
    <w:rsid w:val="006D1A4A"/>
    <w:rsid w:val="006D1FDD"/>
    <w:rsid w:val="006D2882"/>
    <w:rsid w:val="006E6E55"/>
    <w:rsid w:val="006F435C"/>
    <w:rsid w:val="006F6C89"/>
    <w:rsid w:val="00703405"/>
    <w:rsid w:val="00703425"/>
    <w:rsid w:val="007073B2"/>
    <w:rsid w:val="00716479"/>
    <w:rsid w:val="00721FF3"/>
    <w:rsid w:val="00723F9E"/>
    <w:rsid w:val="00744F0E"/>
    <w:rsid w:val="00745F9A"/>
    <w:rsid w:val="00747261"/>
    <w:rsid w:val="00752B79"/>
    <w:rsid w:val="00765414"/>
    <w:rsid w:val="00765DDF"/>
    <w:rsid w:val="00787B95"/>
    <w:rsid w:val="007936E0"/>
    <w:rsid w:val="007A7713"/>
    <w:rsid w:val="007B1607"/>
    <w:rsid w:val="007B7BFA"/>
    <w:rsid w:val="007C241F"/>
    <w:rsid w:val="007F27D1"/>
    <w:rsid w:val="007F3A56"/>
    <w:rsid w:val="00811303"/>
    <w:rsid w:val="008170A1"/>
    <w:rsid w:val="0084346B"/>
    <w:rsid w:val="008544BC"/>
    <w:rsid w:val="00873831"/>
    <w:rsid w:val="0088391E"/>
    <w:rsid w:val="00891C4A"/>
    <w:rsid w:val="00892928"/>
    <w:rsid w:val="008A0C22"/>
    <w:rsid w:val="008C61F0"/>
    <w:rsid w:val="008D42BB"/>
    <w:rsid w:val="008D7412"/>
    <w:rsid w:val="008D7AD6"/>
    <w:rsid w:val="008F0B01"/>
    <w:rsid w:val="008F3E2E"/>
    <w:rsid w:val="00911513"/>
    <w:rsid w:val="0096306C"/>
    <w:rsid w:val="0097553F"/>
    <w:rsid w:val="00976DA0"/>
    <w:rsid w:val="009947EC"/>
    <w:rsid w:val="009A23B5"/>
    <w:rsid w:val="009A5D70"/>
    <w:rsid w:val="009A624E"/>
    <w:rsid w:val="009A6647"/>
    <w:rsid w:val="009C50E2"/>
    <w:rsid w:val="009E0796"/>
    <w:rsid w:val="009E2272"/>
    <w:rsid w:val="009F085B"/>
    <w:rsid w:val="009F6254"/>
    <w:rsid w:val="009F74B7"/>
    <w:rsid w:val="009F7FDA"/>
    <w:rsid w:val="00A013A7"/>
    <w:rsid w:val="00A05B9B"/>
    <w:rsid w:val="00A0621A"/>
    <w:rsid w:val="00A11440"/>
    <w:rsid w:val="00A17692"/>
    <w:rsid w:val="00A302FD"/>
    <w:rsid w:val="00A34358"/>
    <w:rsid w:val="00A350A9"/>
    <w:rsid w:val="00A377CB"/>
    <w:rsid w:val="00A54299"/>
    <w:rsid w:val="00A66F14"/>
    <w:rsid w:val="00A7537E"/>
    <w:rsid w:val="00A75715"/>
    <w:rsid w:val="00A85437"/>
    <w:rsid w:val="00AB7789"/>
    <w:rsid w:val="00AD5D28"/>
    <w:rsid w:val="00AD5D8D"/>
    <w:rsid w:val="00AE154B"/>
    <w:rsid w:val="00AE689C"/>
    <w:rsid w:val="00AF5082"/>
    <w:rsid w:val="00B125E1"/>
    <w:rsid w:val="00B12FC4"/>
    <w:rsid w:val="00B34F4B"/>
    <w:rsid w:val="00B43672"/>
    <w:rsid w:val="00B50750"/>
    <w:rsid w:val="00B670FB"/>
    <w:rsid w:val="00B6713A"/>
    <w:rsid w:val="00B92C01"/>
    <w:rsid w:val="00BA44A7"/>
    <w:rsid w:val="00BA7926"/>
    <w:rsid w:val="00BB5E5E"/>
    <w:rsid w:val="00BB7C16"/>
    <w:rsid w:val="00BB7DE7"/>
    <w:rsid w:val="00BD10D5"/>
    <w:rsid w:val="00BD1EDC"/>
    <w:rsid w:val="00BE10DE"/>
    <w:rsid w:val="00BE5FAE"/>
    <w:rsid w:val="00BF2666"/>
    <w:rsid w:val="00BF3182"/>
    <w:rsid w:val="00C03ACA"/>
    <w:rsid w:val="00C11151"/>
    <w:rsid w:val="00C174C9"/>
    <w:rsid w:val="00C518DE"/>
    <w:rsid w:val="00C55374"/>
    <w:rsid w:val="00C73589"/>
    <w:rsid w:val="00C75267"/>
    <w:rsid w:val="00C819B6"/>
    <w:rsid w:val="00C86425"/>
    <w:rsid w:val="00C91692"/>
    <w:rsid w:val="00CA0A9E"/>
    <w:rsid w:val="00CA3E05"/>
    <w:rsid w:val="00CB660B"/>
    <w:rsid w:val="00CC1925"/>
    <w:rsid w:val="00CD0747"/>
    <w:rsid w:val="00CD2889"/>
    <w:rsid w:val="00CF03F5"/>
    <w:rsid w:val="00CF4D33"/>
    <w:rsid w:val="00D02FAC"/>
    <w:rsid w:val="00D148CB"/>
    <w:rsid w:val="00D321F6"/>
    <w:rsid w:val="00D32FA8"/>
    <w:rsid w:val="00D35838"/>
    <w:rsid w:val="00D659C3"/>
    <w:rsid w:val="00D72CE4"/>
    <w:rsid w:val="00D73F8F"/>
    <w:rsid w:val="00D8599C"/>
    <w:rsid w:val="00D94869"/>
    <w:rsid w:val="00D951A9"/>
    <w:rsid w:val="00D969D8"/>
    <w:rsid w:val="00D97974"/>
    <w:rsid w:val="00DC6374"/>
    <w:rsid w:val="00DD25EF"/>
    <w:rsid w:val="00DE3990"/>
    <w:rsid w:val="00DE572A"/>
    <w:rsid w:val="00E03EA7"/>
    <w:rsid w:val="00E10740"/>
    <w:rsid w:val="00E1743F"/>
    <w:rsid w:val="00E1767E"/>
    <w:rsid w:val="00E236C4"/>
    <w:rsid w:val="00E25903"/>
    <w:rsid w:val="00E27145"/>
    <w:rsid w:val="00E31F18"/>
    <w:rsid w:val="00E522F2"/>
    <w:rsid w:val="00E57CB5"/>
    <w:rsid w:val="00E64503"/>
    <w:rsid w:val="00E8036D"/>
    <w:rsid w:val="00E81DC1"/>
    <w:rsid w:val="00E94AE7"/>
    <w:rsid w:val="00E96EF4"/>
    <w:rsid w:val="00EB0BC1"/>
    <w:rsid w:val="00EB585F"/>
    <w:rsid w:val="00EC01A7"/>
    <w:rsid w:val="00EC1C93"/>
    <w:rsid w:val="00ED059B"/>
    <w:rsid w:val="00ED5B76"/>
    <w:rsid w:val="00ED79DF"/>
    <w:rsid w:val="00EE394F"/>
    <w:rsid w:val="00EE7023"/>
    <w:rsid w:val="00F0296B"/>
    <w:rsid w:val="00F0601C"/>
    <w:rsid w:val="00F20C3D"/>
    <w:rsid w:val="00F21D99"/>
    <w:rsid w:val="00F34DC6"/>
    <w:rsid w:val="00F41BB1"/>
    <w:rsid w:val="00F432B9"/>
    <w:rsid w:val="00F51398"/>
    <w:rsid w:val="00F51F00"/>
    <w:rsid w:val="00F637B1"/>
    <w:rsid w:val="00F942D8"/>
    <w:rsid w:val="00F9484A"/>
    <w:rsid w:val="00FA0195"/>
    <w:rsid w:val="00FA06E8"/>
    <w:rsid w:val="00FA1A3C"/>
    <w:rsid w:val="00FA7B8B"/>
    <w:rsid w:val="00FC1A41"/>
    <w:rsid w:val="00FD433E"/>
    <w:rsid w:val="00FE0889"/>
    <w:rsid w:val="00FE0E2C"/>
    <w:rsid w:val="00FF35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CD73BB"/>
  <w15:docId w15:val="{239C067C-1BFD-469F-A213-DA64897D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D5"/>
    <w:pPr>
      <w:jc w:val="center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3145D5"/>
    <w:pPr>
      <w:keepNext/>
      <w:autoSpaceDE w:val="0"/>
      <w:autoSpaceDN w:val="0"/>
      <w:outlineLvl w:val="0"/>
    </w:pPr>
    <w:rPr>
      <w:szCs w:val="20"/>
    </w:rPr>
  </w:style>
  <w:style w:type="paragraph" w:styleId="a3">
    <w:name w:val="List Paragraph"/>
    <w:basedOn w:val="a"/>
    <w:uiPriority w:val="99"/>
    <w:qFormat/>
    <w:rsid w:val="005023C9"/>
    <w:pPr>
      <w:ind w:left="720"/>
      <w:contextualSpacing/>
    </w:pPr>
  </w:style>
  <w:style w:type="paragraph" w:styleId="a4">
    <w:name w:val="header"/>
    <w:basedOn w:val="a"/>
    <w:link w:val="a5"/>
    <w:uiPriority w:val="99"/>
    <w:rsid w:val="00BA4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BA4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A44A7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CF03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F27D1"/>
    <w:rPr>
      <w:rFonts w:ascii="Times New Roman" w:hAnsi="Times New Roman" w:cs="Times New Roman"/>
      <w:sz w:val="2"/>
    </w:rPr>
  </w:style>
  <w:style w:type="paragraph" w:customStyle="1" w:styleId="Preformat">
    <w:name w:val="Preformat"/>
    <w:uiPriority w:val="99"/>
    <w:rsid w:val="00721FF3"/>
    <w:rPr>
      <w:rFonts w:ascii="Courier New" w:hAnsi="Courier New"/>
      <w:sz w:val="20"/>
      <w:szCs w:val="20"/>
    </w:rPr>
  </w:style>
  <w:style w:type="paragraph" w:customStyle="1" w:styleId="10">
    <w:name w:val="Без интервала1"/>
    <w:uiPriority w:val="99"/>
    <w:rsid w:val="007A7713"/>
    <w:rPr>
      <w:rFonts w:eastAsia="Times New Roman"/>
      <w:lang w:eastAsia="en-US"/>
    </w:rPr>
  </w:style>
  <w:style w:type="character" w:customStyle="1" w:styleId="markedcontent">
    <w:name w:val="markedcontent"/>
    <w:basedOn w:val="a0"/>
    <w:rsid w:val="00385EF0"/>
  </w:style>
  <w:style w:type="paragraph" w:styleId="aa">
    <w:name w:val="Body Text"/>
    <w:basedOn w:val="a"/>
    <w:link w:val="ab"/>
    <w:rsid w:val="00681F5F"/>
    <w:rPr>
      <w:szCs w:val="28"/>
      <w:lang w:eastAsia="zh-CN"/>
    </w:rPr>
  </w:style>
  <w:style w:type="character" w:customStyle="1" w:styleId="ab">
    <w:name w:val="Основной текст Знак"/>
    <w:basedOn w:val="a0"/>
    <w:link w:val="aa"/>
    <w:rsid w:val="00681F5F"/>
    <w:rPr>
      <w:rFonts w:ascii="Times New Roman" w:eastAsia="Times New Roman" w:hAnsi="Times New Roman"/>
      <w:sz w:val="28"/>
      <w:szCs w:val="28"/>
      <w:lang w:eastAsia="zh-CN"/>
    </w:rPr>
  </w:style>
  <w:style w:type="paragraph" w:styleId="ac">
    <w:name w:val="Title"/>
    <w:basedOn w:val="a"/>
    <w:link w:val="ad"/>
    <w:qFormat/>
    <w:locked/>
    <w:rsid w:val="00681F5F"/>
    <w:rPr>
      <w:szCs w:val="20"/>
    </w:rPr>
  </w:style>
  <w:style w:type="character" w:customStyle="1" w:styleId="ad">
    <w:name w:val="Заголовок Знак"/>
    <w:basedOn w:val="a0"/>
    <w:link w:val="ac"/>
    <w:rsid w:val="00681F5F"/>
    <w:rPr>
      <w:rFonts w:ascii="Times New Roman" w:eastAsia="Times New Roman" w:hAnsi="Times New Roman"/>
      <w:sz w:val="28"/>
      <w:szCs w:val="20"/>
    </w:rPr>
  </w:style>
  <w:style w:type="paragraph" w:styleId="ae">
    <w:name w:val="No Spacing"/>
    <w:uiPriority w:val="1"/>
    <w:qFormat/>
    <w:rsid w:val="00681F5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6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87;&#1077;&#1088;&#1077;&#1085;&#1086;&#1089;\&#1052;&#1086;&#1080;%20&#1076;&#1086;&#1082;&#1091;&#1084;&#1077;&#1085;&#1090;&#1099;\&#1073;&#1083;&#1072;&#1085;&#1082;-&#1085;&#1072;&#1079;&#1085;&#1072;&#1095;&#1077;&#1085;&#1080;&#1077;-&#1087;&#1088;&#1077;&#1076;&#1089;&#1077;&#1076;&#1072;&#1090;&#1077;&#1083;&#110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бланк-назначение-председателя</Template>
  <TotalTime>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Борис Председатель</cp:lastModifiedBy>
  <cp:revision>2</cp:revision>
  <cp:lastPrinted>2023-01-27T11:53:00Z</cp:lastPrinted>
  <dcterms:created xsi:type="dcterms:W3CDTF">2023-02-03T10:11:00Z</dcterms:created>
  <dcterms:modified xsi:type="dcterms:W3CDTF">2023-02-03T10:11:00Z</dcterms:modified>
</cp:coreProperties>
</file>